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27833A09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056367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6758E10" w14:textId="466977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DD7D5D">
        <w:rPr>
          <w:rFonts w:ascii="Corbel" w:hAnsi="Corbel" w:eastAsia="Corbel" w:cs="Corbel"/>
          <w:i/>
          <w:sz w:val="24"/>
        </w:rPr>
        <w:t>2021-202</w:t>
      </w:r>
      <w:r w:rsidR="00C81A8D">
        <w:rPr>
          <w:rFonts w:ascii="Corbel" w:hAnsi="Corbel" w:eastAsia="Corbel" w:cs="Corbel"/>
          <w:i/>
          <w:sz w:val="24"/>
        </w:rPr>
        <w:t>4</w:t>
      </w:r>
    </w:p>
    <w:p w:rsidR="0085747A" w:rsidP="00EA4832" w:rsidRDefault="00EA4832" w14:paraId="56D7D341" w14:textId="5F3448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D7D5D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0D03D7B" w14:textId="25F5146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C81A8D">
        <w:rPr>
          <w:rFonts w:ascii="Corbel" w:hAnsi="Corbel" w:eastAsia="Corbel" w:cs="Corbel"/>
          <w:sz w:val="24"/>
        </w:rPr>
        <w:t>2021/2022</w:t>
      </w:r>
    </w:p>
    <w:p w:rsidRPr="009C54AE" w:rsidR="0085747A" w:rsidP="009C54AE" w:rsidRDefault="0085747A" w14:paraId="3FD35B7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A69D96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22CABAB" w14:paraId="35A9909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9C501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81A8D" w:rsidR="0085747A" w:rsidP="009C54AE" w:rsidRDefault="004F558D" w14:paraId="55CD07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1A8D">
              <w:rPr>
                <w:rFonts w:ascii="Corbel" w:hAnsi="Corbel"/>
                <w:sz w:val="24"/>
                <w:szCs w:val="24"/>
              </w:rPr>
              <w:t>Elementy filozofii</w:t>
            </w:r>
          </w:p>
        </w:tc>
      </w:tr>
      <w:tr w:rsidRPr="009C54AE" w:rsidR="0085747A" w:rsidTr="722CABAB" w14:paraId="5B50400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51D9F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0160" w14:paraId="1C7F50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P1S[1]0_01</w:t>
            </w:r>
          </w:p>
        </w:tc>
      </w:tr>
      <w:tr w:rsidRPr="009C54AE" w:rsidR="0085747A" w:rsidTr="722CABAB" w14:paraId="6BB6D4FD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30B4512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441B" w14:paraId="10997F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22CABAB" w14:paraId="150665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015EA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73B89" w14:paraId="43CFC6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D6C9E">
              <w:rPr>
                <w:rFonts w:ascii="Corbel" w:hAnsi="Corbel"/>
                <w:b w:val="0"/>
                <w:sz w:val="24"/>
                <w:szCs w:val="24"/>
              </w:rPr>
              <w:t xml:space="preserve">Nauk 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D6C9E">
              <w:rPr>
                <w:rFonts w:ascii="Corbel" w:hAnsi="Corbel"/>
                <w:b w:val="0"/>
                <w:sz w:val="24"/>
                <w:szCs w:val="24"/>
              </w:rPr>
              <w:t>połecznych</w:t>
            </w:r>
          </w:p>
        </w:tc>
      </w:tr>
      <w:tr w:rsidRPr="009C54AE" w:rsidR="0085747A" w:rsidTr="722CABAB" w14:paraId="52EB922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7A04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0160" w14:paraId="30F8C6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722CABAB" w14:paraId="142A5A6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25397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30160" w14:paraId="4BE10F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722CABAB" w14:paraId="4A98760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DB79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F46AF" w14:paraId="79C30B6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722CABAB" w14:paraId="79D485D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F408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F46AF" w14:paraId="0DFB39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Pr="009C54AE" w:rsidR="0085747A" w:rsidTr="722CABAB" w14:paraId="54C487E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1E85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778F7" w14:paraId="52EFCE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Pr="009C54AE" w:rsidR="0085747A" w:rsidTr="722CABAB" w14:paraId="369F237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29FA6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F46AF" w14:paraId="11C466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Pr="009C54AE" w:rsidR="00923D7D" w:rsidTr="722CABAB" w14:paraId="677B304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21F4E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6F46AF" w14:paraId="562513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441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722CABAB" w14:paraId="6A90215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BF846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5432D0F" w:rsidRDefault="008C441B" w14:paraId="7EBB17E1" w14:textId="28EE791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5432D0F" w:rsidR="26FF8289">
              <w:rPr>
                <w:rFonts w:ascii="Corbel" w:hAnsi="Corbel"/>
                <w:b w:val="0"/>
                <w:bCs w:val="0"/>
                <w:sz w:val="24"/>
                <w:szCs w:val="24"/>
              </w:rPr>
              <w:t>Jan Gałkowski</w:t>
            </w:r>
          </w:p>
        </w:tc>
      </w:tr>
      <w:tr w:rsidRPr="009C54AE" w:rsidR="0085747A" w:rsidTr="722CABAB" w14:paraId="49EF73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65B60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288E009" w:rsidRDefault="008C441B" w14:paraId="6A90A3F9" w14:textId="636F41A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22CABAB" w:rsidR="39EE9D26">
              <w:rPr>
                <w:rFonts w:ascii="Corbel" w:hAnsi="Corbel"/>
                <w:b w:val="0"/>
                <w:bCs w:val="0"/>
                <w:sz w:val="24"/>
                <w:szCs w:val="24"/>
              </w:rPr>
              <w:t>Jan Gałkowski</w:t>
            </w:r>
          </w:p>
        </w:tc>
      </w:tr>
    </w:tbl>
    <w:p w:rsidRPr="009C54AE" w:rsidR="0085747A" w:rsidP="009C54AE" w:rsidRDefault="0085747A" w14:paraId="0220938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1E74125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5F0A29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575192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B9984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78E9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B08E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5AFF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6044C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EC85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5D940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A8237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A2C2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F08E5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36A70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6D876A7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A901A2" w14:paraId="585289A4" w14:textId="470CA7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7733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4F882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D3B0D" w14:paraId="4CC618B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6AF51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EE47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D9F9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3F954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4EF6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D3B0D" w14:paraId="734307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24E090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6BC641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3A958EF5" w:rsidRDefault="0085747A" w14:paraId="6457F847" w14:textId="41ABBE20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3A958EF5" w:rsidR="2365D122">
        <w:rPr>
          <w:rFonts w:ascii="Corbel" w:hAnsi="Corbel"/>
          <w:b w:val="0"/>
          <w:bCs w:val="0"/>
          <w:caps w:val="0"/>
          <w:smallCaps w:val="0"/>
          <w:u w:val="none"/>
        </w:rPr>
        <w:t xml:space="preserve">X </w:t>
      </w:r>
      <w:r w:rsidRPr="3A958EF5" w:rsidR="0085747A">
        <w:rPr>
          <w:rFonts w:ascii="Corbel" w:hAnsi="Corbel"/>
          <w:b w:val="0"/>
          <w:bCs w:val="0"/>
          <w:caps w:val="0"/>
          <w:smallCaps w:val="0"/>
          <w:u w:val="none"/>
        </w:rPr>
        <w:t>zaję</w:t>
      </w:r>
      <w:r w:rsidRPr="3A958EF5" w:rsidR="0085747A">
        <w:rPr>
          <w:rFonts w:ascii="Corbel" w:hAnsi="Corbel"/>
          <w:b w:val="0"/>
          <w:bCs w:val="0"/>
          <w:caps w:val="0"/>
          <w:smallCaps w:val="0"/>
          <w:u w:val="none"/>
        </w:rPr>
        <w:t>c</w:t>
      </w:r>
      <w:r w:rsidRPr="3A958EF5" w:rsidR="0085747A">
        <w:rPr>
          <w:rFonts w:ascii="Corbel" w:hAnsi="Corbel"/>
          <w:b w:val="0"/>
          <w:bCs w:val="0"/>
          <w:caps w:val="0"/>
          <w:smallCaps w:val="0"/>
          <w:u w:val="none"/>
        </w:rPr>
        <w:t>ia w formie tradycyjnej</w:t>
      </w:r>
      <w:r w:rsidRPr="3A958EF5" w:rsidR="0085747A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F83B28" w:rsidRDefault="0085747A" w14:paraId="1DDCB1A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698492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B3B562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208F2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C81A8D" w:rsidP="009C54AE" w:rsidRDefault="00C81A8D" w14:paraId="03F0CDE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0208F2" w14:paraId="7E65E398" w14:textId="1D0C825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208F2"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25D949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BF73311" w14:textId="4816B96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C81A8D" w:rsidP="009C54AE" w:rsidRDefault="00C81A8D" w14:paraId="2AD48D80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25B97FA" w14:textId="77777777">
        <w:tc>
          <w:tcPr>
            <w:tcW w:w="9670" w:type="dxa"/>
          </w:tcPr>
          <w:p w:rsidRPr="009C54AE" w:rsidR="0085747A" w:rsidP="009C54AE" w:rsidRDefault="008C441B" w14:paraId="39627CD4" w14:textId="374527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wiedza z zakresu humanistyki</w:t>
            </w:r>
          </w:p>
        </w:tc>
      </w:tr>
    </w:tbl>
    <w:p w:rsidR="00153C41" w:rsidP="009C54AE" w:rsidRDefault="00153C41" w14:paraId="5EE205D2" w14:textId="7715D339">
      <w:pPr>
        <w:pStyle w:val="Punktygwne"/>
        <w:spacing w:before="0" w:after="0"/>
        <w:rPr>
          <w:rFonts w:ascii="Corbel" w:hAnsi="Corbel"/>
          <w:szCs w:val="24"/>
        </w:rPr>
      </w:pPr>
    </w:p>
    <w:p w:rsidR="000208F2" w:rsidP="009C54AE" w:rsidRDefault="000208F2" w14:paraId="1B5520D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E82F9B" w14:paraId="20062561" w14:textId="0606B17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6D4B6C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974E78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4E2195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923D7D" w14:paraId="049E81CF" w14:textId="77777777">
        <w:tc>
          <w:tcPr>
            <w:tcW w:w="851" w:type="dxa"/>
            <w:vAlign w:val="center"/>
          </w:tcPr>
          <w:p w:rsidRPr="009C54AE" w:rsidR="0085747A" w:rsidP="009C54AE" w:rsidRDefault="0085747A" w14:paraId="10F280B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P="009C54AE" w:rsidRDefault="008C441B" w14:paraId="42408DC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jest opanowanie wiedzy dotyczącej pojęć i wybranych nurtów filozoficznych. </w:t>
            </w:r>
          </w:p>
          <w:p w:rsidRPr="009C54AE" w:rsidR="008C441B" w:rsidP="009C54AE" w:rsidRDefault="008C441B" w14:paraId="418ACB1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na tym poziomie edukacji rozumie główn</w:t>
            </w:r>
            <w:r w:rsidR="006F46AF">
              <w:rPr>
                <w:rFonts w:ascii="Corbel" w:hAnsi="Corbel"/>
                <w:b w:val="0"/>
                <w:sz w:val="24"/>
                <w:szCs w:val="24"/>
              </w:rPr>
              <w:t>e problemy pojawiające się w myś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li zachodniej. </w:t>
            </w:r>
          </w:p>
        </w:tc>
      </w:tr>
      <w:tr w:rsidRPr="009C54AE" w:rsidR="0085747A" w:rsidTr="00923D7D" w14:paraId="5D1C748E" w14:textId="77777777">
        <w:tc>
          <w:tcPr>
            <w:tcW w:w="851" w:type="dxa"/>
            <w:vAlign w:val="center"/>
          </w:tcPr>
          <w:p w:rsidRPr="009C54AE" w:rsidR="0085747A" w:rsidP="009C54AE" w:rsidRDefault="008C441B" w14:paraId="4FE6A21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8C441B" w14:paraId="5DE60A0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Zdobytą wiedzę potrafi wykorzystać do rozstrzygania dylematów pojawiających się w pracy socjologa. Znając systemy filozoficzne lepiej interpretuje zjawiska społeczne.</w:t>
            </w:r>
          </w:p>
        </w:tc>
      </w:tr>
    </w:tbl>
    <w:p w:rsidRPr="009C54AE" w:rsidR="0085747A" w:rsidP="009C54AE" w:rsidRDefault="0085747A" w14:paraId="4149CFC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B4F8D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4BAE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5FCB248A" w14:textId="77777777">
        <w:tc>
          <w:tcPr>
            <w:tcW w:w="1701" w:type="dxa"/>
            <w:vAlign w:val="center"/>
          </w:tcPr>
          <w:p w:rsidRPr="009C54AE" w:rsidR="0085747A" w:rsidP="009C54AE" w:rsidRDefault="0085747A" w14:paraId="1049B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74D9C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7785B7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3EE6E5C" w14:textId="77777777">
        <w:tc>
          <w:tcPr>
            <w:tcW w:w="1701" w:type="dxa"/>
          </w:tcPr>
          <w:p w:rsidRPr="009C54AE" w:rsidR="0085747A" w:rsidP="009C54AE" w:rsidRDefault="0085747A" w14:paraId="0F45A7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BA3AEE" w:rsidRDefault="000F7870" w14:paraId="7E325D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wiedzę z zakresu wczesnej myśli filozoficznej co pozwala mu zrozumieć zachodnią cywilizację z jej strukturą społeczno – prawną.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Wiedza dotycząca koncepcji dobra i z nią związanej idei sprawiedliwości umożliwia głębsze zrozumienie zasad etycznych i </w:t>
            </w:r>
            <w:proofErr w:type="spellStart"/>
            <w:r w:rsidR="00E60E52">
              <w:rPr>
                <w:rFonts w:ascii="Corbel" w:hAnsi="Corbel"/>
                <w:b w:val="0"/>
                <w:smallCaps w:val="0"/>
                <w:szCs w:val="24"/>
              </w:rPr>
              <w:t>normatywno</w:t>
            </w:r>
            <w:proofErr w:type="spellEnd"/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– prawnych.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Dzięki wiedzy na temat głównych nurtów filozoficznych student rozumie reguły rządzące społeczeństwami. </w:t>
            </w:r>
          </w:p>
        </w:tc>
        <w:tc>
          <w:tcPr>
            <w:tcW w:w="1873" w:type="dxa"/>
          </w:tcPr>
          <w:p w:rsidRPr="009C54AE" w:rsidR="0085747A" w:rsidP="009C54AE" w:rsidRDefault="00BA3AEE" w14:paraId="6D38B7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K_W11,</w:t>
            </w:r>
          </w:p>
        </w:tc>
      </w:tr>
      <w:tr w:rsidRPr="009C54AE" w:rsidR="0085747A" w:rsidTr="005E6E85" w14:paraId="6B2C7F91" w14:textId="77777777">
        <w:tc>
          <w:tcPr>
            <w:tcW w:w="1701" w:type="dxa"/>
          </w:tcPr>
          <w:p w:rsidRPr="009C54AE" w:rsidR="0085747A" w:rsidP="009C54AE" w:rsidRDefault="0085747A" w14:paraId="5D0C94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60E52" w:rsidP="00BA3AEE" w:rsidRDefault="000F7870" w14:paraId="46973A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analizowania dorobku kulturowego człowieka.  Potrafi dostrzec podobieństwa i różnice w aksjologii różnych kultur. Umie analizować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ale też prognozować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związane z przemianami społecznymi.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 xml:space="preserve"> Dzięki wiedzy z zakresu antropologii posiada umiejętność rozumienia ludzkiej natury w jej złożoności, co pozwala mu zrozumieć ludzkie zachowania.</w:t>
            </w:r>
          </w:p>
          <w:p w:rsidRPr="009C54AE" w:rsidR="0085747A" w:rsidP="00BA3AEE" w:rsidRDefault="00E60E52" w14:paraId="329B65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przygotowywania krótkich wystąpień.</w:t>
            </w:r>
            <w:r w:rsidR="000F787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9C54AE" w:rsidR="0085747A" w:rsidP="009C54AE" w:rsidRDefault="00BA3AEE" w14:paraId="0E83A3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K_U07, K_U16, K_U18</w:t>
            </w:r>
          </w:p>
        </w:tc>
      </w:tr>
      <w:tr w:rsidRPr="009C54AE" w:rsidR="0085747A" w:rsidTr="005E6E85" w14:paraId="502BD9B6" w14:textId="77777777">
        <w:tc>
          <w:tcPr>
            <w:tcW w:w="1701" w:type="dxa"/>
          </w:tcPr>
          <w:p w:rsidRPr="009C54AE" w:rsidR="0085747A" w:rsidP="009C54AE" w:rsidRDefault="0085747A" w14:paraId="2526C095" w14:textId="4565AE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2673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85747A" w:rsidP="00BA3AEE" w:rsidRDefault="00BA3AEE" w14:paraId="5AB6E4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pracy w zespole, swobodnej wypowiedzi na dany tem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>at oraz rozwiązywania dylematów 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0E52">
              <w:rPr>
                <w:rFonts w:ascii="Corbel" w:hAnsi="Corbel"/>
                <w:b w:val="0"/>
                <w:smallCaps w:val="0"/>
                <w:szCs w:val="24"/>
              </w:rPr>
              <w:t>w oparciu o daną aksjologię.</w:t>
            </w:r>
          </w:p>
        </w:tc>
        <w:tc>
          <w:tcPr>
            <w:tcW w:w="1873" w:type="dxa"/>
          </w:tcPr>
          <w:p w:rsidRPr="009C54AE" w:rsidR="0085747A" w:rsidP="009C54AE" w:rsidRDefault="00BA3AEE" w14:paraId="357B24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9C54AE" w:rsidR="0085747A" w:rsidP="009C54AE" w:rsidRDefault="0085747A" w14:paraId="3D4C09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90669E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61906D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927B2E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81A8D" w14:paraId="2B8ED587" w14:textId="77777777">
        <w:tc>
          <w:tcPr>
            <w:tcW w:w="9520" w:type="dxa"/>
          </w:tcPr>
          <w:p w:rsidRPr="009C54AE" w:rsidR="0085747A" w:rsidP="009C54AE" w:rsidRDefault="0085747A" w14:paraId="43082C0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C81A8D" w14:paraId="6C07E505" w14:textId="77777777">
        <w:tc>
          <w:tcPr>
            <w:tcW w:w="9520" w:type="dxa"/>
          </w:tcPr>
          <w:p w:rsidRPr="009C54AE" w:rsidR="0085747A" w:rsidP="009C54AE" w:rsidRDefault="00C81A8D" w14:paraId="21A2579D" w14:textId="7308C4E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116F3D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88898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5810F3E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F00C11E" w14:textId="77777777">
        <w:tc>
          <w:tcPr>
            <w:tcW w:w="9639" w:type="dxa"/>
          </w:tcPr>
          <w:p w:rsidRPr="009C54AE" w:rsidR="0085747A" w:rsidP="009C54AE" w:rsidRDefault="0085747A" w14:paraId="1D68F80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D9CABA7" w14:textId="77777777">
        <w:tc>
          <w:tcPr>
            <w:tcW w:w="9639" w:type="dxa"/>
          </w:tcPr>
          <w:p w:rsidRPr="009C54AE" w:rsidR="0085747A" w:rsidP="009C54AE" w:rsidRDefault="008C441B" w14:paraId="3AFD972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Rola i znaczenie filozofii w kulturze zachodniej. Problem początku fil</w:t>
            </w:r>
            <w:r w:rsidR="00A15B9C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zofii. Podział filozofii ze względu na przedmiot badań. </w:t>
            </w:r>
            <w:r w:rsidR="00A15B9C">
              <w:rPr>
                <w:rFonts w:ascii="Corbel" w:hAnsi="Corbel"/>
                <w:sz w:val="24"/>
                <w:szCs w:val="24"/>
              </w:rPr>
              <w:t xml:space="preserve">Poszukiwanie arche we wczesnej refleksji filozoficznej. Filozofia bytu w myśli </w:t>
            </w:r>
            <w:proofErr w:type="spellStart"/>
            <w:r w:rsidR="00A15B9C">
              <w:rPr>
                <w:rFonts w:ascii="Corbel" w:hAnsi="Corbel"/>
                <w:sz w:val="24"/>
                <w:szCs w:val="24"/>
              </w:rPr>
              <w:t>Parmenidesa</w:t>
            </w:r>
            <w:proofErr w:type="spellEnd"/>
            <w:r w:rsidR="00A15B9C">
              <w:rPr>
                <w:rFonts w:ascii="Corbel" w:hAnsi="Corbel"/>
                <w:sz w:val="24"/>
                <w:szCs w:val="24"/>
              </w:rPr>
              <w:t xml:space="preserve">, Platona i Arystotelesa. Antropologia Platona i Arystotelesa – omówienie i porównanie. </w:t>
            </w:r>
          </w:p>
        </w:tc>
      </w:tr>
      <w:tr w:rsidRPr="009C54AE" w:rsidR="0085747A" w:rsidTr="00923D7D" w14:paraId="1DF7AFB9" w14:textId="77777777">
        <w:tc>
          <w:tcPr>
            <w:tcW w:w="9639" w:type="dxa"/>
          </w:tcPr>
          <w:p w:rsidR="00A15B9C" w:rsidP="009C54AE" w:rsidRDefault="00A15B9C" w14:paraId="6E7202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Filozofia średniowieczna - pytania i problemy na przykładzie myśli św. Augustyna i św. Tomasza.</w:t>
            </w:r>
          </w:p>
          <w:p w:rsidRPr="009C54AE" w:rsidR="00A15B9C" w:rsidP="009C54AE" w:rsidRDefault="00A15B9C" w14:paraId="26D6EA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Filozofia jako </w:t>
            </w:r>
            <w:proofErr w:type="spellStart"/>
            <w:r w:rsidRPr="00A15B9C">
              <w:rPr>
                <w:rFonts w:ascii="Corbel" w:hAnsi="Corbel"/>
                <w:i/>
                <w:sz w:val="24"/>
                <w:szCs w:val="24"/>
              </w:rPr>
              <w:t>philosophia</w:t>
            </w:r>
            <w:proofErr w:type="spellEnd"/>
            <w:r w:rsidRPr="00A15B9C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A15B9C">
              <w:rPr>
                <w:rFonts w:ascii="Corbel" w:hAnsi="Corbel"/>
                <w:i/>
                <w:sz w:val="24"/>
                <w:szCs w:val="24"/>
              </w:rPr>
              <w:t>perennis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Pr="009C54AE" w:rsidR="0085747A" w:rsidTr="00923D7D" w14:paraId="6A318D67" w14:textId="77777777">
        <w:tc>
          <w:tcPr>
            <w:tcW w:w="9639" w:type="dxa"/>
          </w:tcPr>
          <w:p w:rsidR="00A15B9C" w:rsidP="009C54AE" w:rsidRDefault="00A15B9C" w14:paraId="421D10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Mechanicyzm Kartezjusza – zwrot w kierunku podmiotu. Wizja człowieka w myśli Paskala. Spór w filozofii poznania  empiryści kontra racjonaliści. </w:t>
            </w:r>
          </w:p>
          <w:p w:rsidR="00A15B9C" w:rsidP="009C54AE" w:rsidRDefault="00A15B9C" w14:paraId="7021B0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etyki.</w:t>
            </w:r>
          </w:p>
          <w:p w:rsidRPr="009C54AE" w:rsidR="00A15B9C" w:rsidP="009C54AE" w:rsidRDefault="00A15B9C" w14:paraId="7562CBCE" w14:textId="379AD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filozofii języka.</w:t>
            </w:r>
          </w:p>
        </w:tc>
      </w:tr>
    </w:tbl>
    <w:p w:rsidRPr="009C54AE" w:rsidR="0085747A" w:rsidP="009C54AE" w:rsidRDefault="0085747A" w14:paraId="0A0A94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2E010D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8F3FE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11361" w:rsidR="0085747A" w:rsidP="00411361" w:rsidRDefault="00C81A8D" w14:paraId="3ED0D93C" w14:textId="10C8AFBF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Pr="00411361" w:rsidR="009F4610">
        <w:rPr>
          <w:rFonts w:ascii="Corbel" w:hAnsi="Corbel"/>
          <w:sz w:val="24"/>
          <w:szCs w:val="24"/>
        </w:rPr>
        <w:t xml:space="preserve">naliza </w:t>
      </w:r>
      <w:r w:rsidRPr="00411361" w:rsidR="00923D7D">
        <w:rPr>
          <w:rFonts w:ascii="Corbel" w:hAnsi="Corbel"/>
          <w:sz w:val="24"/>
          <w:szCs w:val="24"/>
        </w:rPr>
        <w:t>tekstów z dyskusją</w:t>
      </w:r>
    </w:p>
    <w:p w:rsidRPr="009C54AE" w:rsidR="0085747A" w:rsidP="009C54AE" w:rsidRDefault="0085747A" w14:paraId="6D2A9EF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05BBEAF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30B8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911B3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72A7F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C05F44" w14:paraId="67993C9B" w14:textId="77777777">
        <w:tc>
          <w:tcPr>
            <w:tcW w:w="1985" w:type="dxa"/>
            <w:vAlign w:val="center"/>
          </w:tcPr>
          <w:p w:rsidRPr="009C54AE" w:rsidR="0085747A" w:rsidP="009C54AE" w:rsidRDefault="0071620A" w14:paraId="047309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C498B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C7C60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A821C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C8579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36EF1F83" w14:textId="77777777">
        <w:tc>
          <w:tcPr>
            <w:tcW w:w="1985" w:type="dxa"/>
          </w:tcPr>
          <w:p w:rsidR="0085747A" w:rsidP="009C54AE" w:rsidRDefault="0085747A" w14:paraId="7CB6FB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  <w:p w:rsidRPr="009C54AE" w:rsidR="00BA3AEE" w:rsidP="009C54AE" w:rsidRDefault="00BA3AEE" w14:paraId="12EC53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550F8C" w:rsidR="0085747A" w:rsidP="009C54AE" w:rsidRDefault="00550F8C" w14:paraId="0F4C0E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0F8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85747A" w:rsidP="009C54AE" w:rsidRDefault="00BA3AEE" w14:paraId="73CA67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C05F44" w14:paraId="7E65E3AC" w14:textId="77777777">
        <w:tc>
          <w:tcPr>
            <w:tcW w:w="1985" w:type="dxa"/>
          </w:tcPr>
          <w:p w:rsidRPr="009C54AE" w:rsidR="0085747A" w:rsidP="009C54AE" w:rsidRDefault="0085747A" w14:paraId="0E98A6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A3A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85747A" w:rsidP="009C54AE" w:rsidRDefault="00550F8C" w14:paraId="1141FC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:rsidRPr="009C54AE" w:rsidR="0085747A" w:rsidP="009C54AE" w:rsidRDefault="00BA3AEE" w14:paraId="2B8091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25DC2F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B2672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D02B0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D2B0664" w14:textId="77777777">
        <w:tc>
          <w:tcPr>
            <w:tcW w:w="9670" w:type="dxa"/>
          </w:tcPr>
          <w:p w:rsidRPr="009C54AE" w:rsidR="0085747A" w:rsidP="009C54AE" w:rsidRDefault="0085747A" w14:paraId="4B28B4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46AF" w:rsidP="009C54AE" w:rsidRDefault="00CD6C9E" w14:paraId="73A5FF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dostateczną student rozumie znaczenie głównych pojęć filozoficznych, zna poszczególne działy filozofii, potrafi wymienić przedstawicieli wybranych nurtów filozoficznych, posiada wiedzę na temat antropologii Platona, Arystotelesa, Kartezjusza</w:t>
            </w:r>
            <w:r w:rsidR="006F46AF">
              <w:rPr>
                <w:rFonts w:ascii="Corbel" w:hAnsi="Corbel"/>
                <w:b w:val="0"/>
                <w:smallCaps w:val="0"/>
                <w:szCs w:val="24"/>
              </w:rPr>
              <w:t xml:space="preserve"> i Paskala.</w:t>
            </w:r>
          </w:p>
          <w:p w:rsidR="007778F7" w:rsidP="009C54AE" w:rsidRDefault="007778F7" w14:paraId="424F11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3.5 j. w. Ponad to student posiada wiedzę na temat ontologii Platona i Arystotelesa. Potrafi scharakteryzować epistemologię wybranych myślicieli nowożytnych.</w:t>
            </w:r>
          </w:p>
          <w:p w:rsidR="006F46AF" w:rsidP="009C54AE" w:rsidRDefault="006F46AF" w14:paraId="6E6034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dobrą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ponadto student potrafi omówić poszczególne prądy filozoficzne, potrafi wyznaczyć ich znaczenie w kulturze zachodniej. Potrafi scharakteryzować myśl średniowieczną i nowożytną wskazując na podobieństwa i różnice. Potrafi porównać etykę szkół antyku i etykę Kanta.</w:t>
            </w:r>
          </w:p>
          <w:p w:rsidR="007778F7" w:rsidP="009C54AE" w:rsidRDefault="007778F7" w14:paraId="7BDDE3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 ocenę 4.5 j. w. Ponad to student potrafi scharakteryzować filozofię oświecenia, wyjaśnić czym jest filozofia społeczna. Student potrafi omówić egzystencjalizm oraz scharakteryzować filozofię analityczną.</w:t>
            </w:r>
          </w:p>
          <w:p w:rsidRPr="009C54AE" w:rsidR="00923D7D" w:rsidP="009C54AE" w:rsidRDefault="006F46AF" w14:paraId="0A5AFC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bardzo dobrą j. w. ponadto student potrafi wyjaśnić znaczenie myśli antycznej w dziejach myśli zachodniej. Potrafi wyjaśnić różnice między systemem Platona i Arystotelesa. Posiada wiedzę na temat teorii poznania tak że w wyczerpujący sposób umie wyjaśnić różnicę miedzy empiryzmem i racjonalizmem wskazując na jego podstawy. Umie wskazać na problemy dotyczące etyki na przestrzeni wieków.</w:t>
            </w:r>
          </w:p>
          <w:p w:rsidRPr="009C54AE" w:rsidR="0085747A" w:rsidP="009C54AE" w:rsidRDefault="0085747A" w14:paraId="5F8CF1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6A101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C7FBB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80F81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22181FE" w14:textId="77777777">
        <w:tc>
          <w:tcPr>
            <w:tcW w:w="4962" w:type="dxa"/>
            <w:vAlign w:val="center"/>
          </w:tcPr>
          <w:p w:rsidRPr="009C54AE" w:rsidR="0085747A" w:rsidP="009C54AE" w:rsidRDefault="00C61DC5" w14:paraId="35E241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3F968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06F2658" w14:textId="77777777">
        <w:tc>
          <w:tcPr>
            <w:tcW w:w="4962" w:type="dxa"/>
          </w:tcPr>
          <w:p w:rsidRPr="009C54AE" w:rsidR="0085747A" w:rsidP="009C54AE" w:rsidRDefault="00C61DC5" w14:paraId="6A84DB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6F46AF" w14:paraId="05D9D2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5C5C3378" w14:textId="77777777">
        <w:tc>
          <w:tcPr>
            <w:tcW w:w="4962" w:type="dxa"/>
          </w:tcPr>
          <w:p w:rsidRPr="009C54AE" w:rsidR="00C61DC5" w:rsidP="009C54AE" w:rsidRDefault="00C61DC5" w14:paraId="131EBD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D58FF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6F46AF" w14:paraId="7A45A1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75EFA95" w14:textId="77777777">
        <w:tc>
          <w:tcPr>
            <w:tcW w:w="4962" w:type="dxa"/>
          </w:tcPr>
          <w:p w:rsidRPr="009C54AE" w:rsidR="0071620A" w:rsidP="009C54AE" w:rsidRDefault="00C61DC5" w14:paraId="582F7D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30E4E7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6F46AF" w14:paraId="588C3F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52B902BD" w14:textId="77777777">
        <w:tc>
          <w:tcPr>
            <w:tcW w:w="4962" w:type="dxa"/>
          </w:tcPr>
          <w:p w:rsidRPr="009C54AE" w:rsidR="0085747A" w:rsidP="009C54AE" w:rsidRDefault="0085747A" w14:paraId="31BFE9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6F46AF" w14:paraId="2A7E84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3935371B" w14:textId="77777777">
        <w:tc>
          <w:tcPr>
            <w:tcW w:w="4962" w:type="dxa"/>
          </w:tcPr>
          <w:p w:rsidRPr="009C54AE" w:rsidR="0085747A" w:rsidP="009C54AE" w:rsidRDefault="0085747A" w14:paraId="1EAADF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6F46AF" w14:paraId="1C59B9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98FDA0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EAD1D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24C16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C14BCF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C81A8D" w:rsidTr="0071620A" w14:paraId="7085AABB" w14:textId="77777777">
        <w:trPr>
          <w:trHeight w:val="397"/>
        </w:trPr>
        <w:tc>
          <w:tcPr>
            <w:tcW w:w="3544" w:type="dxa"/>
          </w:tcPr>
          <w:p w:rsidRPr="009C54AE" w:rsidR="00C81A8D" w:rsidP="00C81A8D" w:rsidRDefault="00C81A8D" w14:paraId="42A377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C81A8D" w:rsidP="00C81A8D" w:rsidRDefault="00C81A8D" w14:paraId="1435D6FF" w14:textId="447928C5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C5511">
              <w:t>Nie dotyczy</w:t>
            </w:r>
          </w:p>
        </w:tc>
      </w:tr>
      <w:tr w:rsidRPr="009C54AE" w:rsidR="00C81A8D" w:rsidTr="0071620A" w14:paraId="53790322" w14:textId="77777777">
        <w:trPr>
          <w:trHeight w:val="397"/>
        </w:trPr>
        <w:tc>
          <w:tcPr>
            <w:tcW w:w="3544" w:type="dxa"/>
          </w:tcPr>
          <w:p w:rsidRPr="009C54AE" w:rsidR="00C81A8D" w:rsidP="00C81A8D" w:rsidRDefault="00C81A8D" w14:paraId="52F3CD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C81A8D" w:rsidP="00C81A8D" w:rsidRDefault="00C81A8D" w14:paraId="6E266EE4" w14:textId="771DDC17">
            <w:pPr>
              <w:rPr>
                <w:rFonts w:ascii="Corbel" w:hAnsi="Corbel"/>
                <w:b/>
                <w:smallCaps/>
                <w:szCs w:val="24"/>
              </w:rPr>
            </w:pPr>
            <w:r w:rsidRPr="00BC5511">
              <w:t>Nie dotyczy</w:t>
            </w:r>
          </w:p>
        </w:tc>
      </w:tr>
    </w:tbl>
    <w:p w:rsidRPr="009C54AE" w:rsidR="003E1941" w:rsidP="009C54AE" w:rsidRDefault="003E1941" w14:paraId="647A15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A8B59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F001FD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5747E6DF" w14:paraId="3CCF21BE" w14:textId="77777777">
        <w:trPr>
          <w:trHeight w:val="397"/>
        </w:trPr>
        <w:tc>
          <w:tcPr>
            <w:tcW w:w="7513" w:type="dxa"/>
            <w:tcMar/>
          </w:tcPr>
          <w:p w:rsidR="00B079F8" w:rsidP="009C54AE" w:rsidRDefault="0085747A" w14:paraId="5D030D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BC21BD" w:rsidR="00E8354E" w:rsidP="009C54AE" w:rsidRDefault="00143AAC" w14:paraId="2255DB75" w14:textId="4BC8D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Anzenbacher</w:t>
            </w:r>
            <w:proofErr w:type="spellEnd"/>
            <w:r w:rsidR="00B079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9F8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67BAD">
              <w:rPr>
                <w:rFonts w:ascii="Corbel" w:hAnsi="Corbel"/>
                <w:b w:val="0"/>
                <w:smallCaps w:val="0"/>
                <w:szCs w:val="24"/>
              </w:rPr>
              <w:t>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Wprowadzenie do filozofii, </w:t>
            </w:r>
            <w:r w:rsidR="00BC21BD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="00A755E1">
              <w:rPr>
                <w:rFonts w:ascii="Corbel" w:hAnsi="Corbel"/>
                <w:b w:val="0"/>
                <w:smallCaps w:val="0"/>
                <w:szCs w:val="24"/>
              </w:rPr>
              <w:t>WAM.</w:t>
            </w:r>
          </w:p>
          <w:p w:rsidRPr="00887DF7" w:rsidR="0085747A" w:rsidP="5747E6DF" w:rsidRDefault="00143AAC" w14:paraId="12D2D201" w14:textId="32252660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5747E6DF" w:rsidR="00143AAC">
              <w:rPr>
                <w:rFonts w:ascii="Corbel" w:hAnsi="Corbel"/>
                <w:b w:val="0"/>
                <w:bCs w:val="0"/>
                <w:caps w:val="0"/>
                <w:smallCaps w:val="0"/>
              </w:rPr>
              <w:t>Hartman</w:t>
            </w:r>
            <w:proofErr w:type="spellEnd"/>
            <w:r w:rsidRPr="5747E6DF" w:rsidR="00E8354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747E6DF" w:rsidR="00E8354E">
              <w:rPr>
                <w:rFonts w:ascii="Corbel" w:hAnsi="Corbel"/>
                <w:b w:val="0"/>
                <w:bCs w:val="0"/>
                <w:caps w:val="0"/>
                <w:smallCaps w:val="0"/>
              </w:rPr>
              <w:t>J.</w:t>
            </w:r>
            <w:r w:rsidRPr="5747E6DF" w:rsidR="006B50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(2005).</w:t>
            </w:r>
            <w:r w:rsidRPr="5747E6DF" w:rsidR="00143AA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747E6DF" w:rsidR="00143AA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W</w:t>
            </w:r>
            <w:r w:rsidRPr="5747E6DF" w:rsidR="002802B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stęp</w:t>
            </w:r>
            <w:r w:rsidRPr="5747E6DF" w:rsidR="00143AA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5747E6DF" w:rsidR="00143AA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do filozofii</w:t>
            </w:r>
            <w:r w:rsidRPr="5747E6DF" w:rsidR="00887D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5747E6DF" w:rsidR="00E478A7">
              <w:rPr>
                <w:rFonts w:ascii="Corbel" w:hAnsi="Corbel"/>
                <w:b w:val="0"/>
                <w:bCs w:val="0"/>
                <w:caps w:val="0"/>
                <w:smallCaps w:val="0"/>
              </w:rPr>
              <w:t>Warszawa: Wydawnictwo PWN.</w:t>
            </w:r>
          </w:p>
        </w:tc>
      </w:tr>
      <w:tr w:rsidRPr="009C54AE" w:rsidR="0085747A" w:rsidTr="5747E6DF" w14:paraId="62A2D6BE" w14:textId="77777777">
        <w:trPr>
          <w:trHeight w:val="397"/>
        </w:trPr>
        <w:tc>
          <w:tcPr>
            <w:tcW w:w="7513" w:type="dxa"/>
            <w:tcMar/>
          </w:tcPr>
          <w:p w:rsidR="00E8354E" w:rsidP="009C54AE" w:rsidRDefault="0085747A" w14:paraId="4221CF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8354E" w:rsidP="009C54AE" w:rsidRDefault="00143AAC" w14:paraId="70C0D668" w14:textId="07526E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Jaspers</w:t>
            </w:r>
            <w:r w:rsidR="00E835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354E"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 w:rsidR="009F14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F1E29">
              <w:rPr>
                <w:rFonts w:ascii="Corbel" w:hAnsi="Corbel"/>
                <w:b w:val="0"/>
                <w:smallCaps w:val="0"/>
                <w:szCs w:val="24"/>
              </w:rPr>
              <w:t>(1995).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Wprowadzenie do filozofii</w:t>
            </w:r>
            <w:r w:rsidR="0000304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00077D" w:rsidR="00003044">
              <w:rPr>
                <w:rFonts w:ascii="Corbel" w:hAnsi="Corbel"/>
                <w:b w:val="0"/>
                <w:smallCaps w:val="0"/>
                <w:szCs w:val="24"/>
              </w:rPr>
              <w:t xml:space="preserve">Wrocław: </w:t>
            </w:r>
            <w:r w:rsidRPr="0000077D" w:rsidR="0000077D">
              <w:rPr>
                <w:rFonts w:ascii="Corbel" w:hAnsi="Corbel"/>
                <w:b w:val="0"/>
                <w:smallCaps w:val="0"/>
                <w:szCs w:val="24"/>
              </w:rPr>
              <w:t>Siedmiogród.</w:t>
            </w:r>
          </w:p>
          <w:p w:rsidRPr="00143AAC" w:rsidR="0085747A" w:rsidP="5747E6DF" w:rsidRDefault="00143AAC" w14:paraId="714E4465" w14:textId="35081CEC" w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747E6DF" w:rsidR="00143AAC">
              <w:rPr>
                <w:rFonts w:ascii="Corbel" w:hAnsi="Corbel"/>
                <w:b w:val="0"/>
                <w:bCs w:val="0"/>
                <w:caps w:val="0"/>
                <w:smallCaps w:val="0"/>
              </w:rPr>
              <w:t>Reale</w:t>
            </w:r>
            <w:r w:rsidRPr="5747E6DF" w:rsidR="00E8354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747E6DF" w:rsidR="00E8354E">
              <w:rPr>
                <w:rFonts w:ascii="Corbel" w:hAnsi="Corbel"/>
                <w:b w:val="0"/>
                <w:bCs w:val="0"/>
                <w:caps w:val="0"/>
                <w:smallCaps w:val="0"/>
              </w:rPr>
              <w:t>G.</w:t>
            </w:r>
            <w:r w:rsidRPr="5747E6DF" w:rsidR="00E8512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(2005)</w:t>
            </w:r>
            <w:r w:rsidRPr="5747E6DF" w:rsidR="00143AA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747E6DF" w:rsidR="00143AA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Historia filozofii</w:t>
            </w:r>
            <w:r w:rsidRPr="5747E6DF" w:rsidR="00272EA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5747E6DF" w:rsidR="00272EA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starożytnej</w:t>
            </w:r>
            <w:r w:rsidRPr="5747E6DF" w:rsidR="00143AA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, </w:t>
            </w:r>
            <w:r w:rsidRPr="5747E6DF" w:rsidR="00143AAC">
              <w:rPr>
                <w:rFonts w:ascii="Corbel" w:hAnsi="Corbel"/>
                <w:b w:val="0"/>
                <w:bCs w:val="0"/>
                <w:caps w:val="0"/>
                <w:smallCaps w:val="0"/>
              </w:rPr>
              <w:t>t. 1, 2</w:t>
            </w:r>
            <w:r w:rsidRPr="5747E6DF" w:rsidR="00E8512E">
              <w:rPr>
                <w:rFonts w:ascii="Corbel" w:hAnsi="Corbel"/>
                <w:b w:val="0"/>
                <w:bCs w:val="0"/>
                <w:caps w:val="0"/>
                <w:smallCaps w:val="0"/>
              </w:rPr>
              <w:t>, Lublin: KUL.</w:t>
            </w:r>
            <w:bookmarkStart w:name="_GoBack" w:id="2"/>
            <w:bookmarkEnd w:id="2"/>
          </w:p>
        </w:tc>
      </w:tr>
    </w:tbl>
    <w:p w:rsidRPr="009C54AE" w:rsidR="0085747A" w:rsidP="009C54AE" w:rsidRDefault="0085747A" w14:paraId="1C15213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1A763C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DAB1F8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FA0" w:rsidP="00C16ABF" w:rsidRDefault="00FF3FA0" w14:paraId="4A8D0F0F" w14:textId="77777777">
      <w:pPr>
        <w:spacing w:after="0" w:line="240" w:lineRule="auto"/>
      </w:pPr>
      <w:r>
        <w:separator/>
      </w:r>
    </w:p>
  </w:endnote>
  <w:endnote w:type="continuationSeparator" w:id="0">
    <w:p w:rsidR="00FF3FA0" w:rsidP="00C16ABF" w:rsidRDefault="00FF3FA0" w14:paraId="09F2D20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FA0" w:rsidP="00C16ABF" w:rsidRDefault="00FF3FA0" w14:paraId="2275F0A3" w14:textId="77777777">
      <w:pPr>
        <w:spacing w:after="0" w:line="240" w:lineRule="auto"/>
      </w:pPr>
      <w:r>
        <w:separator/>
      </w:r>
    </w:p>
  </w:footnote>
  <w:footnote w:type="continuationSeparator" w:id="0">
    <w:p w:rsidR="00FF3FA0" w:rsidP="00C16ABF" w:rsidRDefault="00FF3FA0" w14:paraId="300CEFD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F7C0C4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77D"/>
    <w:rsid w:val="00003044"/>
    <w:rsid w:val="000048FD"/>
    <w:rsid w:val="000077B4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C22"/>
    <w:rsid w:val="001D657B"/>
    <w:rsid w:val="001D7B54"/>
    <w:rsid w:val="001E0209"/>
    <w:rsid w:val="001F2CA2"/>
    <w:rsid w:val="002144C0"/>
    <w:rsid w:val="0022477D"/>
    <w:rsid w:val="0022673F"/>
    <w:rsid w:val="002278A9"/>
    <w:rsid w:val="002336F9"/>
    <w:rsid w:val="0024028F"/>
    <w:rsid w:val="00244ABC"/>
    <w:rsid w:val="00272EA5"/>
    <w:rsid w:val="002802B3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073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1E29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B0D"/>
    <w:rsid w:val="004D5282"/>
    <w:rsid w:val="004F1551"/>
    <w:rsid w:val="004F558D"/>
    <w:rsid w:val="004F55A3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0B3"/>
    <w:rsid w:val="006B50AE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D86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87DF7"/>
    <w:rsid w:val="008917F9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BAD"/>
    <w:rsid w:val="00997F14"/>
    <w:rsid w:val="009A78D9"/>
    <w:rsid w:val="009C3E31"/>
    <w:rsid w:val="009C54AE"/>
    <w:rsid w:val="009C788E"/>
    <w:rsid w:val="009D3F3B"/>
    <w:rsid w:val="009D4AC7"/>
    <w:rsid w:val="009E0543"/>
    <w:rsid w:val="009E3B41"/>
    <w:rsid w:val="009F14C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0A"/>
    <w:rsid w:val="00A755E1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9F8"/>
    <w:rsid w:val="00B1035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C21B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CB7"/>
    <w:rsid w:val="00C324C1"/>
    <w:rsid w:val="00C36992"/>
    <w:rsid w:val="00C56036"/>
    <w:rsid w:val="00C61DC5"/>
    <w:rsid w:val="00C67E92"/>
    <w:rsid w:val="00C70A26"/>
    <w:rsid w:val="00C766DF"/>
    <w:rsid w:val="00C80A78"/>
    <w:rsid w:val="00C81A8D"/>
    <w:rsid w:val="00C94B9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D7D5D"/>
    <w:rsid w:val="00DE09C0"/>
    <w:rsid w:val="00DE4A14"/>
    <w:rsid w:val="00DF0965"/>
    <w:rsid w:val="00DF320D"/>
    <w:rsid w:val="00DF71C8"/>
    <w:rsid w:val="00E129B8"/>
    <w:rsid w:val="00E21E7D"/>
    <w:rsid w:val="00E22FBC"/>
    <w:rsid w:val="00E24BF5"/>
    <w:rsid w:val="00E25338"/>
    <w:rsid w:val="00E35E49"/>
    <w:rsid w:val="00E370DB"/>
    <w:rsid w:val="00E478A7"/>
    <w:rsid w:val="00E51E44"/>
    <w:rsid w:val="00E52559"/>
    <w:rsid w:val="00E60E52"/>
    <w:rsid w:val="00E63348"/>
    <w:rsid w:val="00E742AA"/>
    <w:rsid w:val="00E77E88"/>
    <w:rsid w:val="00E8107D"/>
    <w:rsid w:val="00E82F9B"/>
    <w:rsid w:val="00E8354E"/>
    <w:rsid w:val="00E8512E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6F5"/>
    <w:rsid w:val="00F526AF"/>
    <w:rsid w:val="00F617C3"/>
    <w:rsid w:val="00F7066B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FA0"/>
    <w:rsid w:val="00FF5E7D"/>
    <w:rsid w:val="0EBFCBE6"/>
    <w:rsid w:val="1288E009"/>
    <w:rsid w:val="2365D122"/>
    <w:rsid w:val="26FF8289"/>
    <w:rsid w:val="39EE9D26"/>
    <w:rsid w:val="3A958EF5"/>
    <w:rsid w:val="55432D0F"/>
    <w:rsid w:val="5747E6DF"/>
    <w:rsid w:val="722CA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4A00"/>
  <w15:docId w15:val="{617ECC80-4D6A-4391-B3E1-22B726321D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2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2B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802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2B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802B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people" Target="people.xml" Id="rId12" /><Relationship Type="http://schemas.openxmlformats.org/officeDocument/2006/relationships/numbering" Target="numbering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openxmlformats.org/officeDocument/2006/relationships/customXml" Target="../customXml/item2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51F9E1-2AB1-41A5-96CE-7682F48D6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50B55-D97C-442F-AB51-68218AC1279B}"/>
</file>

<file path=customXml/itemProps3.xml><?xml version="1.0" encoding="utf-8"?>
<ds:datastoreItem xmlns:ds="http://schemas.openxmlformats.org/officeDocument/2006/customXml" ds:itemID="{5F821AE1-BC30-4E4D-AB6C-F550FAE04D8A}"/>
</file>

<file path=customXml/itemProps4.xml><?xml version="1.0" encoding="utf-8"?>
<ds:datastoreItem xmlns:ds="http://schemas.openxmlformats.org/officeDocument/2006/customXml" ds:itemID="{4FFD84B8-2D42-42C9-8D97-6345AFD0C8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28</revision>
  <lastPrinted>2019-02-06T12:12:00.0000000Z</lastPrinted>
  <dcterms:created xsi:type="dcterms:W3CDTF">2020-10-27T08:59:00.0000000Z</dcterms:created>
  <dcterms:modified xsi:type="dcterms:W3CDTF">2021-10-05T20:03:34.5379624Z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